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275955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7420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4FC7FB4E" w:rsidR="00053988" w:rsidRPr="009D2C37" w:rsidRDefault="000833AB" w:rsidP="0057383B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57383B">
              <w:rPr>
                <w:b/>
                <w:bCs/>
                <w:lang w:val="en-US"/>
              </w:rPr>
              <w:t>10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93CB8F5" w:rsidR="00053988" w:rsidRPr="009D2C37" w:rsidRDefault="000C2E4C" w:rsidP="00515D95">
            <w:pPr>
              <w:rPr>
                <w:lang w:val="en-GB"/>
              </w:rPr>
            </w:pPr>
            <w:r>
              <w:rPr>
                <w:lang w:val="ru-RU"/>
              </w:rPr>
              <w:t>30.08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1F4CD30A" w:rsidR="00053988" w:rsidRPr="009D2C37" w:rsidRDefault="000C2E4C" w:rsidP="00417466">
            <w:pPr>
              <w:rPr>
                <w:lang w:val="en-GB"/>
              </w:rPr>
            </w:pPr>
            <w:r>
              <w:rPr>
                <w:lang w:val="ru-RU"/>
              </w:rPr>
              <w:t>04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47A61024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0C2E4C">
              <w:rPr>
                <w:sz w:val="20"/>
                <w:szCs w:val="20"/>
                <w:lang w:val="ru-RU"/>
              </w:rPr>
              <w:t>26.08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3DB1FDD3" w:rsidR="00CF0C2E" w:rsidRPr="009D2C37" w:rsidRDefault="000C2E4C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  <w:r w:rsidR="00C95FAD" w:rsidRPr="009D2C37">
              <w:rPr>
                <w:sz w:val="20"/>
                <w:szCs w:val="20"/>
                <w:lang w:val="en-US"/>
              </w:rPr>
              <w:t>.09.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309641E5" w:rsidR="00CF0C2E" w:rsidRPr="009D2C37" w:rsidRDefault="000C2E4C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0C2E4C">
              <w:rPr>
                <w:sz w:val="20"/>
                <w:szCs w:val="20"/>
              </w:rPr>
              <w:t>6511853512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72A51C24" w:rsidR="00CF0C2E" w:rsidRPr="000C2E4C" w:rsidRDefault="000C2E4C" w:rsidP="000C2E4C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0C2E4C">
              <w:rPr>
                <w:sz w:val="20"/>
                <w:szCs w:val="20"/>
              </w:rPr>
              <w:t>LZYTMGEF3P1003881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166282A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217E12B" w:rsidR="00CF0C2E" w:rsidRPr="009D2C37" w:rsidRDefault="000C2E4C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04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09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20B0C604" w:rsidR="00CF0C2E" w:rsidRPr="009D2C37" w:rsidRDefault="00A41C2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4</w:t>
            </w:r>
            <w:r w:rsidR="000C2E4C">
              <w:rPr>
                <w:sz w:val="20"/>
                <w:szCs w:val="20"/>
                <w:lang w:val="ru-RU"/>
              </w:rPr>
              <w:t>7586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0C2E4C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3E3F8878" w:rsidR="008C5B3D" w:rsidRPr="000C2E4C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0C2E4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0C2E4C">
              <w:rPr>
                <w:b/>
                <w:bCs/>
                <w:sz w:val="20"/>
                <w:szCs w:val="20"/>
                <w:lang w:val="ru-RU"/>
              </w:rPr>
              <w:lastRenderedPageBreak/>
              <w:t>16:00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0C744C6D" w:rsidR="008C5B3D" w:rsidRPr="000C2E4C" w:rsidRDefault="008C5B3D" w:rsidP="008C5B3D">
            <w:pPr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en-US"/>
              </w:rPr>
              <w:lastRenderedPageBreak/>
              <w:t>4</w:t>
            </w:r>
            <w:r w:rsidR="000C2E4C">
              <w:rPr>
                <w:sz w:val="20"/>
                <w:szCs w:val="20"/>
                <w:lang w:val="ru-RU"/>
              </w:rPr>
              <w:t>7586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7AD62A9C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>28/09/2023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5EE863DB" w:rsidR="00DB257A" w:rsidRPr="000C2E4C" w:rsidRDefault="008C5B3D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0C2E4C" w:rsidRPr="000C2E4C">
        <w:rPr>
          <w:b/>
          <w:sz w:val="20"/>
          <w:szCs w:val="20"/>
          <w:lang w:val="en-US"/>
        </w:rPr>
        <w:t xml:space="preserve">, Automatic transmission diagnostic, </w:t>
      </w:r>
      <w:r w:rsidR="000C2E4C" w:rsidRPr="000C2E4C">
        <w:rPr>
          <w:b/>
          <w:bCs/>
          <w:sz w:val="20"/>
          <w:szCs w:val="20"/>
          <w:lang w:val="en-US"/>
        </w:rPr>
        <w:t>Adaptations.</w:t>
      </w:r>
    </w:p>
    <w:p w14:paraId="3A4AD02C" w14:textId="0CA19AF1" w:rsidR="00912D3B" w:rsidRPr="000C2E4C" w:rsidRDefault="008C5B3D" w:rsidP="00912D3B">
      <w:pPr>
        <w:autoSpaceDE w:val="0"/>
        <w:autoSpaceDN w:val="0"/>
        <w:adjustRightInd w:val="0"/>
        <w:rPr>
          <w:b/>
          <w:bCs/>
          <w:sz w:val="20"/>
          <w:szCs w:val="20"/>
          <w:lang w:val="ru-RU"/>
        </w:rPr>
      </w:pPr>
      <w:bookmarkStart w:id="3" w:name="_Hlk152669120"/>
      <w:r w:rsidRPr="000C2E4C">
        <w:rPr>
          <w:b/>
          <w:bCs/>
          <w:sz w:val="20"/>
          <w:szCs w:val="20"/>
          <w:lang w:val="en-US"/>
        </w:rPr>
        <w:t>Comment</w:t>
      </w:r>
      <w:r w:rsidR="00ED6860" w:rsidRPr="000C2E4C">
        <w:rPr>
          <w:b/>
          <w:bCs/>
          <w:sz w:val="20"/>
          <w:szCs w:val="20"/>
          <w:lang w:val="ru-RU"/>
        </w:rPr>
        <w:t>:</w:t>
      </w:r>
      <w:r w:rsidR="008704D7" w:rsidRPr="000C2E4C">
        <w:rPr>
          <w:b/>
          <w:bCs/>
          <w:sz w:val="20"/>
          <w:szCs w:val="20"/>
          <w:lang w:val="ru-RU"/>
        </w:rPr>
        <w:t xml:space="preserve"> </w:t>
      </w:r>
    </w:p>
    <w:bookmarkEnd w:id="3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275955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6FF173C" w:rsidR="00275955" w:rsidRPr="009D2C37" w:rsidRDefault="00275955" w:rsidP="00275955">
            <w:pPr>
              <w:jc w:val="right"/>
              <w:rPr>
                <w:sz w:val="20"/>
                <w:szCs w:val="20"/>
                <w:lang w:val="en-US"/>
              </w:rPr>
            </w:pPr>
            <w:bookmarkStart w:id="4" w:name="_GoBack" w:colFirst="2" w:colLast="4"/>
            <w:r w:rsidRPr="009D2C37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7010883A" w14:textId="5A59F9F9" w:rsidR="00275955" w:rsidRPr="007368B4" w:rsidRDefault="00275955" w:rsidP="00275955">
            <w:pPr>
              <w:rPr>
                <w:sz w:val="20"/>
                <w:szCs w:val="20"/>
                <w:lang w:val="ru-RU"/>
              </w:rPr>
            </w:pPr>
            <w:r w:rsidRPr="007368B4">
              <w:rPr>
                <w:sz w:val="20"/>
                <w:szCs w:val="20"/>
                <w:lang w:val="en-US"/>
              </w:rPr>
              <w:t>Adaptations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302511CC" w:rsidR="00275955" w:rsidRPr="0057383B" w:rsidRDefault="00275955" w:rsidP="00275955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275955" w:rsidRPr="00BB5371" w:rsidRDefault="00275955" w:rsidP="00275955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8" w:type="dxa"/>
          </w:tcPr>
          <w:p w14:paraId="7C1B9A3B" w14:textId="459772EA" w:rsidR="00275955" w:rsidRPr="009D2C37" w:rsidRDefault="00275955" w:rsidP="00275955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bookmarkEnd w:id="4"/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C2E4C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275955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7383B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B5371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E248-72F3-49DA-884A-CFB3CADC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43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2614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9</cp:revision>
  <dcterms:created xsi:type="dcterms:W3CDTF">2023-10-17T07:54:00Z</dcterms:created>
  <dcterms:modified xsi:type="dcterms:W3CDTF">2024-02-07T11:10:00Z</dcterms:modified>
</cp:coreProperties>
</file>